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5271E422" w14:textId="1E202D45" w:rsidR="00441DA5" w:rsidRPr="00C86FCF" w:rsidRDefault="004E36AD" w:rsidP="00C86FC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="00C86FCF">
        <w:rPr>
          <w:lang w:val="en-GB"/>
        </w:rPr>
        <w:t xml:space="preserve"> 46-G00</w:t>
      </w:r>
      <w:r w:rsidR="003F47F3">
        <w:rPr>
          <w:lang w:val="en-GB"/>
        </w:rPr>
        <w:t>5</w:t>
      </w:r>
      <w:r w:rsidR="00C86FCF">
        <w:rPr>
          <w:lang w:val="en-GB"/>
        </w:rPr>
        <w:t>-2</w:t>
      </w:r>
      <w:r w:rsidR="003F47F3">
        <w:rPr>
          <w:lang w:val="en-GB"/>
        </w:rPr>
        <w:t>6</w:t>
      </w:r>
      <w:r w:rsidR="00441DA5"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3BBA6820" w:rsidR="00C44890" w:rsidRPr="00492684" w:rsidRDefault="005B5FC5" w:rsidP="00C44890">
      <w:pPr>
        <w:rPr>
          <w:lang w:val="en-GB"/>
        </w:rPr>
      </w:pPr>
      <w:r w:rsidRPr="005B5FC5">
        <w:rPr>
          <w:lang w:val="en-GB"/>
        </w:rPr>
        <w:t xml:space="preserve">This project is to </w:t>
      </w:r>
      <w:r w:rsidR="00AE1446">
        <w:rPr>
          <w:lang w:val="en-GB"/>
        </w:rPr>
        <w:t>increase the fuel storage at the KOIL Branch depot in Kiritimati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3321152F" w14:textId="506125C3" w:rsidR="00C44890" w:rsidRDefault="00C44890" w:rsidP="005B5FC5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96B06F5" w14:textId="2BF18490" w:rsidR="005B5FC5" w:rsidRPr="005B5FC5" w:rsidRDefault="005B5FC5" w:rsidP="005B5FC5">
      <w:pPr>
        <w:rPr>
          <w:lang w:val="en-GB"/>
        </w:rPr>
      </w:pPr>
      <w:r>
        <w:rPr>
          <w:lang w:val="en-GB"/>
        </w:rPr>
        <w:t xml:space="preserve">To be installed at </w:t>
      </w:r>
      <w:r w:rsidR="003316D6">
        <w:rPr>
          <w:lang w:val="en-GB"/>
        </w:rPr>
        <w:t xml:space="preserve">KOIL Branch in Kiritimati Is.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3F0D9CB2" w:rsidR="00C44890" w:rsidRPr="00492684" w:rsidRDefault="003316D6" w:rsidP="00C44890">
      <w:pPr>
        <w:rPr>
          <w:lang w:val="en-GB"/>
        </w:rPr>
      </w:pPr>
      <w:r>
        <w:rPr>
          <w:lang w:val="en-GB"/>
        </w:rPr>
        <w:t>44 Days</w:t>
      </w:r>
      <w:r w:rsidR="00AE1446">
        <w:rPr>
          <w:lang w:val="en-GB"/>
        </w:rPr>
        <w:t xml:space="preserve">, After production stage completes. 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AE1446" w:rsidRPr="00492684" w14:paraId="4711C260" w14:textId="77777777" w:rsidTr="00782F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7D4E97B" w14:textId="77777777" w:rsidR="00AE1446" w:rsidRPr="00492684" w:rsidRDefault="00AE1446" w:rsidP="00782FBC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3E0E0FD7" w14:textId="77777777" w:rsidR="00AE1446" w:rsidRPr="00492684" w:rsidRDefault="00AE1446" w:rsidP="00782F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3C828432" w14:textId="77777777" w:rsidR="00AE1446" w:rsidRPr="00492684" w:rsidRDefault="00AE1446" w:rsidP="00782F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6164AE0" w14:textId="77777777" w:rsidR="00AE1446" w:rsidRPr="00492684" w:rsidRDefault="00AE1446" w:rsidP="00782F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504375F9" w14:textId="77777777" w:rsidR="00AE1446" w:rsidRPr="00492684" w:rsidRDefault="00AE1446" w:rsidP="00782F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AE1446" w:rsidRPr="00492684" w14:paraId="19E2F8D3" w14:textId="77777777" w:rsidTr="00782F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F5AAC74" w14:textId="77777777" w:rsidR="00AE1446" w:rsidRPr="00492684" w:rsidRDefault="00AE1446" w:rsidP="00782FBC"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78" w:type="dxa"/>
          </w:tcPr>
          <w:p w14:paraId="24968DDF" w14:textId="29B9902D" w:rsidR="00AE1446" w:rsidRPr="00EC0E39" w:rsidRDefault="003E3AD1" w:rsidP="00782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u w:val="single"/>
                <w:lang w:val="en-GB"/>
              </w:rPr>
              <w:t>Certified Fuel Storage Tanks 75</w:t>
            </w:r>
            <w:r w:rsidR="00AE1446">
              <w:rPr>
                <w:b/>
                <w:u w:val="single"/>
                <w:lang w:val="en-GB"/>
              </w:rPr>
              <w:t>MT</w:t>
            </w:r>
          </w:p>
          <w:p w14:paraId="3ECD7289" w14:textId="77777777" w:rsidR="00AE1446" w:rsidRPr="00EC0E39" w:rsidRDefault="00AE1446" w:rsidP="00782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Refer to Specifications attachment enclosed. </w:t>
            </w:r>
          </w:p>
          <w:p w14:paraId="6AAFD965" w14:textId="77777777" w:rsidR="00AE1446" w:rsidRPr="00492684" w:rsidRDefault="00AE1446" w:rsidP="00782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733D98B" w14:textId="311514CD" w:rsidR="00AE1446" w:rsidRPr="00492684" w:rsidRDefault="00AE1446" w:rsidP="00782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559" w:type="dxa"/>
          </w:tcPr>
          <w:p w14:paraId="1B2DB23E" w14:textId="77777777" w:rsidR="00AE1446" w:rsidRPr="00492684" w:rsidRDefault="00AE1446" w:rsidP="00782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431BBB08" w14:textId="77777777" w:rsidR="00AE1446" w:rsidRPr="00492684" w:rsidRDefault="00AE1446" w:rsidP="00782F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6C592C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6A626" w14:textId="77777777" w:rsidR="005106AB" w:rsidRDefault="005106AB">
      <w:r>
        <w:separator/>
      </w:r>
    </w:p>
  </w:endnote>
  <w:endnote w:type="continuationSeparator" w:id="0">
    <w:p w14:paraId="25A6E528" w14:textId="77777777" w:rsidR="005106AB" w:rsidRDefault="005106AB">
      <w:r>
        <w:continuationSeparator/>
      </w:r>
    </w:p>
  </w:endnote>
  <w:endnote w:type="continuationNotice" w:id="1">
    <w:p w14:paraId="5EAB585B" w14:textId="77777777" w:rsidR="005106AB" w:rsidRDefault="005106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3E3AD1" w:rsidRPr="003E3AD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3E3AD1" w:rsidRPr="003E3AD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FEA57D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F47F3">
      <w:rPr>
        <w:noProof/>
      </w:rPr>
      <w:t>2026-01-28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936EC" w14:textId="77777777" w:rsidR="005106AB" w:rsidRDefault="005106AB">
      <w:r>
        <w:separator/>
      </w:r>
    </w:p>
  </w:footnote>
  <w:footnote w:type="continuationSeparator" w:id="0">
    <w:p w14:paraId="6F10F478" w14:textId="77777777" w:rsidR="005106AB" w:rsidRDefault="005106AB">
      <w:r>
        <w:continuationSeparator/>
      </w:r>
    </w:p>
  </w:footnote>
  <w:footnote w:type="continuationNotice" w:id="1">
    <w:p w14:paraId="539241E3" w14:textId="77777777" w:rsidR="005106AB" w:rsidRDefault="005106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78BE94E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071248">
    <w:abstractNumId w:val="1"/>
  </w:num>
  <w:num w:numId="2" w16cid:durableId="1972320687">
    <w:abstractNumId w:val="13"/>
  </w:num>
  <w:num w:numId="3" w16cid:durableId="2081294288">
    <w:abstractNumId w:val="14"/>
  </w:num>
  <w:num w:numId="4" w16cid:durableId="1255282771">
    <w:abstractNumId w:val="5"/>
  </w:num>
  <w:num w:numId="5" w16cid:durableId="1624068519">
    <w:abstractNumId w:val="4"/>
  </w:num>
  <w:num w:numId="6" w16cid:durableId="1756659270">
    <w:abstractNumId w:val="9"/>
  </w:num>
  <w:num w:numId="7" w16cid:durableId="249506393">
    <w:abstractNumId w:val="6"/>
  </w:num>
  <w:num w:numId="8" w16cid:durableId="466629684">
    <w:abstractNumId w:val="11"/>
  </w:num>
  <w:num w:numId="9" w16cid:durableId="1442070109">
    <w:abstractNumId w:val="0"/>
  </w:num>
  <w:num w:numId="10" w16cid:durableId="792407014">
    <w:abstractNumId w:val="10"/>
  </w:num>
  <w:num w:numId="11" w16cid:durableId="1691489362">
    <w:abstractNumId w:val="2"/>
  </w:num>
  <w:num w:numId="12" w16cid:durableId="762070450">
    <w:abstractNumId w:val="8"/>
  </w:num>
  <w:num w:numId="13" w16cid:durableId="1964458937">
    <w:abstractNumId w:val="12"/>
  </w:num>
  <w:num w:numId="14" w16cid:durableId="601497719">
    <w:abstractNumId w:val="3"/>
  </w:num>
  <w:num w:numId="15" w16cid:durableId="126310344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27D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18BE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612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BEB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6970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6D6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597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AD1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47F3"/>
    <w:rsid w:val="003F5CC8"/>
    <w:rsid w:val="003F61D9"/>
    <w:rsid w:val="003F690C"/>
    <w:rsid w:val="003F73BB"/>
    <w:rsid w:val="003F7E3B"/>
    <w:rsid w:val="004001C1"/>
    <w:rsid w:val="00400AD5"/>
    <w:rsid w:val="00404488"/>
    <w:rsid w:val="004055CE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34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4EC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6AB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FC5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3FB3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66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592C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0DBC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B1C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451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43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16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5EB8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46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62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86FCF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2D5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A7F76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256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BCC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96095A-F9B6-4B93-92A2-CDFD64456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45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612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Tamauea Taabwe</cp:lastModifiedBy>
  <cp:revision>13</cp:revision>
  <cp:lastPrinted>2013-10-18T08:32:00Z</cp:lastPrinted>
  <dcterms:created xsi:type="dcterms:W3CDTF">2023-10-31T01:05:00Z</dcterms:created>
  <dcterms:modified xsi:type="dcterms:W3CDTF">2026-01-28T02:24:00Z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